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E7C" w:rsidRPr="00C45E7C" w:rsidRDefault="00C45E7C">
      <w:pPr>
        <w:rPr>
          <w:b/>
          <w:color w:val="FF0000"/>
        </w:rPr>
      </w:pPr>
      <w:bookmarkStart w:id="0" w:name="_GoBack"/>
      <w:bookmarkEnd w:id="0"/>
      <w:r w:rsidRPr="00C45E7C">
        <w:rPr>
          <w:b/>
          <w:color w:val="FF0000"/>
        </w:rPr>
        <w:t>Tabel1</w:t>
      </w:r>
      <w:r w:rsidRPr="00C45E7C">
        <w:rPr>
          <w:b/>
          <w:color w:val="FF0000"/>
        </w:rPr>
        <w:tab/>
      </w:r>
      <w:r w:rsidRPr="00C45E7C">
        <w:rPr>
          <w:b/>
          <w:color w:val="FF0000"/>
        </w:rPr>
        <w:tab/>
      </w:r>
    </w:p>
    <w:tbl>
      <w:tblPr>
        <w:tblStyle w:val="TableGrid"/>
        <w:tblpPr w:leftFromText="180" w:rightFromText="180" w:vertAnchor="page" w:horzAnchor="margin" w:tblpY="1978"/>
        <w:tblW w:w="0" w:type="auto"/>
        <w:tblLook w:val="04A0" w:firstRow="1" w:lastRow="0" w:firstColumn="1" w:lastColumn="0" w:noHBand="0" w:noVBand="1"/>
      </w:tblPr>
      <w:tblGrid>
        <w:gridCol w:w="2802"/>
        <w:gridCol w:w="1984"/>
      </w:tblGrid>
      <w:tr w:rsidR="00C45E7C" w:rsidTr="00C45E7C">
        <w:tc>
          <w:tcPr>
            <w:tcW w:w="2802" w:type="dxa"/>
            <w:shd w:val="clear" w:color="auto" w:fill="DDD9C3" w:themeFill="background2" w:themeFillShade="E6"/>
          </w:tcPr>
          <w:p w:rsidR="00C45E7C" w:rsidRPr="00C45E7C" w:rsidRDefault="00C45E7C" w:rsidP="00C45E7C">
            <w:pPr>
              <w:rPr>
                <w:b/>
              </w:rPr>
            </w:pPr>
            <w:r w:rsidRPr="00C45E7C">
              <w:rPr>
                <w:b/>
              </w:rPr>
              <w:t xml:space="preserve">Nume </w:t>
            </w:r>
          </w:p>
        </w:tc>
        <w:tc>
          <w:tcPr>
            <w:tcW w:w="1984" w:type="dxa"/>
            <w:shd w:val="clear" w:color="auto" w:fill="DDD9C3" w:themeFill="background2" w:themeFillShade="E6"/>
          </w:tcPr>
          <w:p w:rsidR="00C45E7C" w:rsidRPr="00C45E7C" w:rsidRDefault="00C45E7C" w:rsidP="00C45E7C">
            <w:pPr>
              <w:rPr>
                <w:b/>
              </w:rPr>
            </w:pPr>
            <w:r w:rsidRPr="00C45E7C">
              <w:rPr>
                <w:b/>
              </w:rPr>
              <w:t>Anul infiintarii</w:t>
            </w:r>
          </w:p>
        </w:tc>
      </w:tr>
      <w:tr w:rsidR="00C45E7C" w:rsidTr="00C45E7C">
        <w:tc>
          <w:tcPr>
            <w:tcW w:w="2802" w:type="dxa"/>
          </w:tcPr>
          <w:p w:rsidR="00C45E7C" w:rsidRDefault="00C45E7C" w:rsidP="00C45E7C">
            <w:r>
              <w:t xml:space="preserve">Buila </w:t>
            </w:r>
          </w:p>
        </w:tc>
        <w:tc>
          <w:tcPr>
            <w:tcW w:w="1984" w:type="dxa"/>
          </w:tcPr>
          <w:p w:rsidR="00C45E7C" w:rsidRDefault="004C6833" w:rsidP="00C45E7C">
            <w:r>
              <w:t>2005</w:t>
            </w:r>
          </w:p>
        </w:tc>
      </w:tr>
      <w:tr w:rsidR="00C45E7C" w:rsidTr="00C45E7C">
        <w:tc>
          <w:tcPr>
            <w:tcW w:w="2802" w:type="dxa"/>
          </w:tcPr>
          <w:p w:rsidR="00C45E7C" w:rsidRDefault="00C45E7C" w:rsidP="00C45E7C">
            <w:r>
              <w:t xml:space="preserve">Calimani </w:t>
            </w:r>
          </w:p>
        </w:tc>
        <w:tc>
          <w:tcPr>
            <w:tcW w:w="1984" w:type="dxa"/>
          </w:tcPr>
          <w:p w:rsidR="00C45E7C" w:rsidRDefault="004C6833" w:rsidP="00C45E7C">
            <w:r>
              <w:t>1975</w:t>
            </w:r>
          </w:p>
        </w:tc>
      </w:tr>
      <w:tr w:rsidR="00C45E7C" w:rsidTr="00C45E7C">
        <w:tc>
          <w:tcPr>
            <w:tcW w:w="2802" w:type="dxa"/>
          </w:tcPr>
          <w:p w:rsidR="00C45E7C" w:rsidRDefault="00C45E7C" w:rsidP="00C45E7C">
            <w:r>
              <w:t>Ceahlau</w:t>
            </w:r>
          </w:p>
        </w:tc>
        <w:tc>
          <w:tcPr>
            <w:tcW w:w="1984" w:type="dxa"/>
          </w:tcPr>
          <w:p w:rsidR="00C45E7C" w:rsidRDefault="004C6833" w:rsidP="00C45E7C">
            <w:r>
              <w:t>1995</w:t>
            </w:r>
          </w:p>
        </w:tc>
      </w:tr>
      <w:tr w:rsidR="00C45E7C" w:rsidTr="00C45E7C">
        <w:tc>
          <w:tcPr>
            <w:tcW w:w="2802" w:type="dxa"/>
          </w:tcPr>
          <w:p w:rsidR="00C45E7C" w:rsidRDefault="00C45E7C" w:rsidP="00C45E7C">
            <w:r>
              <w:t>Cheile Bicazului</w:t>
            </w:r>
          </w:p>
        </w:tc>
        <w:tc>
          <w:tcPr>
            <w:tcW w:w="1984" w:type="dxa"/>
          </w:tcPr>
          <w:p w:rsidR="00C45E7C" w:rsidRDefault="004C6833" w:rsidP="00C45E7C">
            <w:r>
              <w:t>1990</w:t>
            </w:r>
          </w:p>
        </w:tc>
      </w:tr>
      <w:tr w:rsidR="00C45E7C" w:rsidTr="00C45E7C">
        <w:tc>
          <w:tcPr>
            <w:tcW w:w="2802" w:type="dxa"/>
          </w:tcPr>
          <w:p w:rsidR="00C45E7C" w:rsidRDefault="00C45E7C" w:rsidP="00C45E7C">
            <w:r>
              <w:t xml:space="preserve">Cozia </w:t>
            </w:r>
          </w:p>
        </w:tc>
        <w:tc>
          <w:tcPr>
            <w:tcW w:w="1984" w:type="dxa"/>
          </w:tcPr>
          <w:p w:rsidR="00C45E7C" w:rsidRDefault="004C6833" w:rsidP="00C45E7C">
            <w:r>
              <w:t>1966</w:t>
            </w:r>
          </w:p>
        </w:tc>
      </w:tr>
      <w:tr w:rsidR="00C45E7C" w:rsidTr="00C45E7C">
        <w:tc>
          <w:tcPr>
            <w:tcW w:w="2802" w:type="dxa"/>
          </w:tcPr>
          <w:p w:rsidR="00C45E7C" w:rsidRDefault="00C45E7C" w:rsidP="00C45E7C">
            <w:r>
              <w:t>Delta Dunarii</w:t>
            </w:r>
          </w:p>
        </w:tc>
        <w:tc>
          <w:tcPr>
            <w:tcW w:w="1984" w:type="dxa"/>
          </w:tcPr>
          <w:p w:rsidR="00C45E7C" w:rsidRDefault="004C6833" w:rsidP="00C45E7C">
            <w:r>
              <w:t>1991</w:t>
            </w:r>
          </w:p>
        </w:tc>
      </w:tr>
    </w:tbl>
    <w:p w:rsidR="00C45E7C" w:rsidRDefault="00C45E7C" w:rsidP="00C45E7C"/>
    <w:p w:rsidR="00C45E7C" w:rsidRDefault="00C45E7C" w:rsidP="00C45E7C"/>
    <w:p w:rsidR="00C45E7C" w:rsidRDefault="00C45E7C" w:rsidP="00C45E7C"/>
    <w:p w:rsidR="00C45E7C" w:rsidRDefault="00C45E7C" w:rsidP="00C45E7C"/>
    <w:p w:rsidR="00C45E7C" w:rsidRDefault="00C45E7C" w:rsidP="00C45E7C"/>
    <w:p w:rsidR="006C4662" w:rsidRPr="00C45E7C" w:rsidRDefault="00C45E7C" w:rsidP="00C45E7C">
      <w:pPr>
        <w:rPr>
          <w:b/>
          <w:color w:val="FF0000"/>
        </w:rPr>
      </w:pPr>
      <w:r w:rsidRPr="00C45E7C">
        <w:rPr>
          <w:b/>
          <w:color w:val="FF0000"/>
        </w:rPr>
        <w:t>Tabel2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1984"/>
      </w:tblGrid>
      <w:tr w:rsidR="00C45E7C" w:rsidTr="00C45E7C">
        <w:tc>
          <w:tcPr>
            <w:tcW w:w="2802" w:type="dxa"/>
            <w:shd w:val="clear" w:color="auto" w:fill="DDD9C3" w:themeFill="background2" w:themeFillShade="E6"/>
          </w:tcPr>
          <w:p w:rsidR="00C45E7C" w:rsidRPr="00C45E7C" w:rsidRDefault="00C45E7C" w:rsidP="00C45E7C">
            <w:pPr>
              <w:rPr>
                <w:b/>
              </w:rPr>
            </w:pPr>
            <w:r w:rsidRPr="00C45E7C">
              <w:rPr>
                <w:b/>
              </w:rPr>
              <w:t xml:space="preserve">Nume </w:t>
            </w:r>
          </w:p>
        </w:tc>
        <w:tc>
          <w:tcPr>
            <w:tcW w:w="1984" w:type="dxa"/>
            <w:shd w:val="clear" w:color="auto" w:fill="DDD9C3" w:themeFill="background2" w:themeFillShade="E6"/>
          </w:tcPr>
          <w:p w:rsidR="00C45E7C" w:rsidRPr="00C45E7C" w:rsidRDefault="00C45E7C" w:rsidP="00C45E7C">
            <w:pPr>
              <w:rPr>
                <w:b/>
              </w:rPr>
            </w:pPr>
            <w:r w:rsidRPr="00C45E7C">
              <w:rPr>
                <w:b/>
              </w:rPr>
              <w:t>Anul declararii</w:t>
            </w:r>
          </w:p>
        </w:tc>
      </w:tr>
      <w:tr w:rsidR="00C45E7C" w:rsidTr="00C45E7C">
        <w:tc>
          <w:tcPr>
            <w:tcW w:w="2802" w:type="dxa"/>
          </w:tcPr>
          <w:p w:rsidR="00C45E7C" w:rsidRDefault="00C45E7C" w:rsidP="00C45E7C">
            <w:r>
              <w:t xml:space="preserve">Buila </w:t>
            </w:r>
          </w:p>
        </w:tc>
        <w:tc>
          <w:tcPr>
            <w:tcW w:w="1984" w:type="dxa"/>
          </w:tcPr>
          <w:p w:rsidR="00C45E7C" w:rsidRDefault="004C6833" w:rsidP="00C45E7C">
            <w:r>
              <w:t>2005</w:t>
            </w:r>
          </w:p>
        </w:tc>
      </w:tr>
      <w:tr w:rsidR="00C45E7C" w:rsidTr="00C45E7C">
        <w:tc>
          <w:tcPr>
            <w:tcW w:w="2802" w:type="dxa"/>
          </w:tcPr>
          <w:p w:rsidR="00C45E7C" w:rsidRDefault="00C45E7C" w:rsidP="00C45E7C">
            <w:r>
              <w:t xml:space="preserve">Calimani </w:t>
            </w:r>
          </w:p>
        </w:tc>
        <w:tc>
          <w:tcPr>
            <w:tcW w:w="1984" w:type="dxa"/>
          </w:tcPr>
          <w:p w:rsidR="00C45E7C" w:rsidRDefault="004C6833" w:rsidP="00C45E7C">
            <w:r>
              <w:t>2000</w:t>
            </w:r>
          </w:p>
        </w:tc>
      </w:tr>
      <w:tr w:rsidR="00C45E7C" w:rsidTr="00C45E7C">
        <w:tc>
          <w:tcPr>
            <w:tcW w:w="2802" w:type="dxa"/>
          </w:tcPr>
          <w:p w:rsidR="00C45E7C" w:rsidRDefault="00C45E7C" w:rsidP="00C45E7C">
            <w:r>
              <w:t>Ceahlau</w:t>
            </w:r>
          </w:p>
        </w:tc>
        <w:tc>
          <w:tcPr>
            <w:tcW w:w="1984" w:type="dxa"/>
          </w:tcPr>
          <w:p w:rsidR="00C45E7C" w:rsidRDefault="004C6833" w:rsidP="00C45E7C">
            <w:r>
              <w:t>2000</w:t>
            </w:r>
          </w:p>
        </w:tc>
      </w:tr>
      <w:tr w:rsidR="00C45E7C" w:rsidTr="00C45E7C">
        <w:tc>
          <w:tcPr>
            <w:tcW w:w="2802" w:type="dxa"/>
          </w:tcPr>
          <w:p w:rsidR="00C45E7C" w:rsidRDefault="00C45E7C" w:rsidP="00C45E7C">
            <w:r>
              <w:t>Cheile Bicazului</w:t>
            </w:r>
          </w:p>
        </w:tc>
        <w:tc>
          <w:tcPr>
            <w:tcW w:w="1984" w:type="dxa"/>
          </w:tcPr>
          <w:p w:rsidR="00C45E7C" w:rsidRDefault="004C6833" w:rsidP="00C45E7C">
            <w:r>
              <w:t>2000</w:t>
            </w:r>
          </w:p>
        </w:tc>
      </w:tr>
      <w:tr w:rsidR="00C45E7C" w:rsidTr="00C45E7C">
        <w:tc>
          <w:tcPr>
            <w:tcW w:w="2802" w:type="dxa"/>
          </w:tcPr>
          <w:p w:rsidR="00C45E7C" w:rsidRDefault="00C45E7C" w:rsidP="00C45E7C">
            <w:r>
              <w:t xml:space="preserve">Cozia </w:t>
            </w:r>
          </w:p>
        </w:tc>
        <w:tc>
          <w:tcPr>
            <w:tcW w:w="1984" w:type="dxa"/>
          </w:tcPr>
          <w:p w:rsidR="00C45E7C" w:rsidRDefault="004C6833" w:rsidP="00C45E7C">
            <w:r>
              <w:t>2000</w:t>
            </w:r>
          </w:p>
        </w:tc>
      </w:tr>
      <w:tr w:rsidR="00C45E7C" w:rsidTr="00C45E7C">
        <w:tc>
          <w:tcPr>
            <w:tcW w:w="2802" w:type="dxa"/>
          </w:tcPr>
          <w:p w:rsidR="00C45E7C" w:rsidRDefault="00C45E7C" w:rsidP="00C45E7C">
            <w:r>
              <w:t>Delta Dunarii</w:t>
            </w:r>
          </w:p>
        </w:tc>
        <w:tc>
          <w:tcPr>
            <w:tcW w:w="1984" w:type="dxa"/>
          </w:tcPr>
          <w:p w:rsidR="00C45E7C" w:rsidRDefault="004C6833" w:rsidP="00C45E7C">
            <w:r>
              <w:t>2000</w:t>
            </w:r>
          </w:p>
        </w:tc>
      </w:tr>
    </w:tbl>
    <w:p w:rsidR="00C45E7C" w:rsidRDefault="00C45E7C" w:rsidP="00C45E7C"/>
    <w:p w:rsidR="00C45E7C" w:rsidRPr="00C45E7C" w:rsidRDefault="00C45E7C" w:rsidP="00C45E7C">
      <w:pPr>
        <w:rPr>
          <w:b/>
          <w:color w:val="FF0000"/>
        </w:rPr>
      </w:pPr>
      <w:r w:rsidRPr="00C45E7C">
        <w:rPr>
          <w:b/>
          <w:color w:val="FF0000"/>
        </w:rPr>
        <w:t>Tabel3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1984"/>
      </w:tblGrid>
      <w:tr w:rsidR="00C45E7C" w:rsidTr="00C45E7C">
        <w:tc>
          <w:tcPr>
            <w:tcW w:w="2802" w:type="dxa"/>
            <w:shd w:val="clear" w:color="auto" w:fill="DDD9C3" w:themeFill="background2" w:themeFillShade="E6"/>
          </w:tcPr>
          <w:p w:rsidR="00C45E7C" w:rsidRPr="00C45E7C" w:rsidRDefault="00C45E7C" w:rsidP="00C45E7C">
            <w:pPr>
              <w:rPr>
                <w:b/>
              </w:rPr>
            </w:pPr>
            <w:r w:rsidRPr="00C45E7C">
              <w:rPr>
                <w:b/>
              </w:rPr>
              <w:t xml:space="preserve">Nume </w:t>
            </w:r>
          </w:p>
        </w:tc>
        <w:tc>
          <w:tcPr>
            <w:tcW w:w="1984" w:type="dxa"/>
            <w:shd w:val="clear" w:color="auto" w:fill="DDD9C3" w:themeFill="background2" w:themeFillShade="E6"/>
          </w:tcPr>
          <w:p w:rsidR="00C45E7C" w:rsidRPr="00C45E7C" w:rsidRDefault="00C45E7C" w:rsidP="00C45E7C">
            <w:pPr>
              <w:rPr>
                <w:b/>
              </w:rPr>
            </w:pPr>
            <w:r w:rsidRPr="00C45E7C">
              <w:rPr>
                <w:b/>
              </w:rPr>
              <w:t xml:space="preserve">Ani  </w:t>
            </w:r>
          </w:p>
        </w:tc>
      </w:tr>
      <w:tr w:rsidR="00C45E7C" w:rsidTr="00C45E7C">
        <w:tc>
          <w:tcPr>
            <w:tcW w:w="2802" w:type="dxa"/>
          </w:tcPr>
          <w:p w:rsidR="00C45E7C" w:rsidRDefault="00C45E7C" w:rsidP="00C45E7C">
            <w:r>
              <w:t xml:space="preserve">Buila </w:t>
            </w:r>
          </w:p>
        </w:tc>
        <w:tc>
          <w:tcPr>
            <w:tcW w:w="1984" w:type="dxa"/>
          </w:tcPr>
          <w:p w:rsidR="00C45E7C" w:rsidRDefault="00C45E7C" w:rsidP="00C45E7C"/>
        </w:tc>
      </w:tr>
      <w:tr w:rsidR="00C45E7C" w:rsidTr="00C45E7C">
        <w:tc>
          <w:tcPr>
            <w:tcW w:w="2802" w:type="dxa"/>
          </w:tcPr>
          <w:p w:rsidR="00C45E7C" w:rsidRDefault="00C45E7C" w:rsidP="00C45E7C">
            <w:r>
              <w:t xml:space="preserve">Calimani </w:t>
            </w:r>
          </w:p>
        </w:tc>
        <w:tc>
          <w:tcPr>
            <w:tcW w:w="1984" w:type="dxa"/>
          </w:tcPr>
          <w:p w:rsidR="00C45E7C" w:rsidRDefault="00C45E7C" w:rsidP="00C45E7C"/>
        </w:tc>
      </w:tr>
      <w:tr w:rsidR="00C45E7C" w:rsidTr="00C45E7C">
        <w:tc>
          <w:tcPr>
            <w:tcW w:w="2802" w:type="dxa"/>
          </w:tcPr>
          <w:p w:rsidR="00C45E7C" w:rsidRDefault="00C45E7C" w:rsidP="00C45E7C">
            <w:r>
              <w:t>Ceahlau</w:t>
            </w:r>
          </w:p>
        </w:tc>
        <w:tc>
          <w:tcPr>
            <w:tcW w:w="1984" w:type="dxa"/>
          </w:tcPr>
          <w:p w:rsidR="00C45E7C" w:rsidRDefault="00C45E7C" w:rsidP="00C45E7C"/>
        </w:tc>
      </w:tr>
      <w:tr w:rsidR="00C45E7C" w:rsidTr="00C45E7C">
        <w:tc>
          <w:tcPr>
            <w:tcW w:w="2802" w:type="dxa"/>
          </w:tcPr>
          <w:p w:rsidR="00C45E7C" w:rsidRDefault="00C45E7C" w:rsidP="00C45E7C">
            <w:r>
              <w:t>Cheile Bicazului</w:t>
            </w:r>
          </w:p>
        </w:tc>
        <w:tc>
          <w:tcPr>
            <w:tcW w:w="1984" w:type="dxa"/>
          </w:tcPr>
          <w:p w:rsidR="00C45E7C" w:rsidRDefault="00C45E7C" w:rsidP="00C45E7C"/>
        </w:tc>
      </w:tr>
      <w:tr w:rsidR="00C45E7C" w:rsidTr="00C45E7C">
        <w:tc>
          <w:tcPr>
            <w:tcW w:w="2802" w:type="dxa"/>
          </w:tcPr>
          <w:p w:rsidR="00C45E7C" w:rsidRDefault="00C45E7C" w:rsidP="00C45E7C">
            <w:r>
              <w:t xml:space="preserve">Cozia </w:t>
            </w:r>
          </w:p>
        </w:tc>
        <w:tc>
          <w:tcPr>
            <w:tcW w:w="1984" w:type="dxa"/>
          </w:tcPr>
          <w:p w:rsidR="00C45E7C" w:rsidRDefault="00C45E7C" w:rsidP="00C45E7C"/>
        </w:tc>
      </w:tr>
      <w:tr w:rsidR="00C45E7C" w:rsidTr="00C45E7C">
        <w:tc>
          <w:tcPr>
            <w:tcW w:w="2802" w:type="dxa"/>
          </w:tcPr>
          <w:p w:rsidR="00C45E7C" w:rsidRDefault="00C45E7C" w:rsidP="00C45E7C">
            <w:r>
              <w:t>Delta Dunarii</w:t>
            </w:r>
          </w:p>
        </w:tc>
        <w:tc>
          <w:tcPr>
            <w:tcW w:w="1984" w:type="dxa"/>
          </w:tcPr>
          <w:p w:rsidR="00C45E7C" w:rsidRDefault="00C45E7C" w:rsidP="00C45E7C"/>
        </w:tc>
      </w:tr>
    </w:tbl>
    <w:p w:rsidR="00C45E7C" w:rsidRDefault="00C45E7C" w:rsidP="00C45E7C"/>
    <w:p w:rsidR="00C45E7C" w:rsidRDefault="00C45E7C" w:rsidP="00C45E7C"/>
    <w:p w:rsidR="00C45E7C" w:rsidRPr="00C45E7C" w:rsidRDefault="00C45E7C" w:rsidP="00C45E7C"/>
    <w:sectPr w:rsidR="00C45E7C" w:rsidRPr="00C45E7C" w:rsidSect="00C45E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C0B"/>
    <w:rsid w:val="002962BD"/>
    <w:rsid w:val="004C6833"/>
    <w:rsid w:val="00527685"/>
    <w:rsid w:val="005C3C0B"/>
    <w:rsid w:val="006C4662"/>
    <w:rsid w:val="00C4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311F04-EE71-48D7-A90D-B5F2B2462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5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ilizator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32D1D-A482-4C0C-AAF0-29830780475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2A21FEB9-ABB4-48C4-B472-F95C5CF61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11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OTI judet 2017</dc:creator>
  <cp:keywords/>
  <dc:description/>
  <cp:lastModifiedBy>CURSANT-02</cp:lastModifiedBy>
  <cp:revision>6</cp:revision>
  <dcterms:created xsi:type="dcterms:W3CDTF">2017-02-08T21:05:00Z</dcterms:created>
  <dcterms:modified xsi:type="dcterms:W3CDTF">2017-03-29T20:41:00Z</dcterms:modified>
</cp:coreProperties>
</file>